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A7E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A5B63E" w14:textId="77777777" w:rsidR="00051E78" w:rsidRDefault="00051E78" w:rsidP="00051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4D2EF6" w14:textId="77777777" w:rsidR="00051E78" w:rsidRDefault="00051E78" w:rsidP="00051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360F3CF4" w14:textId="77777777" w:rsidR="00051E78" w:rsidRDefault="00051E78" w:rsidP="00051E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1A22F37" w14:textId="77777777" w:rsidR="00051E78" w:rsidRDefault="00051E78" w:rsidP="00051E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2020/2021</w:t>
      </w:r>
    </w:p>
    <w:p w14:paraId="038475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9DFD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4C610A" w14:textId="77777777" w:rsidTr="0050271C">
        <w:tc>
          <w:tcPr>
            <w:tcW w:w="2694" w:type="dxa"/>
            <w:vAlign w:val="center"/>
          </w:tcPr>
          <w:p w14:paraId="470D7E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AE5053" w14:textId="77777777" w:rsidR="0085747A" w:rsidRPr="0050271C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0271C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14:paraId="339F4A83" w14:textId="77777777" w:rsidTr="0050271C">
        <w:tc>
          <w:tcPr>
            <w:tcW w:w="2694" w:type="dxa"/>
            <w:vAlign w:val="center"/>
          </w:tcPr>
          <w:p w14:paraId="22336A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977CE6" w14:textId="77777777"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PRP14</w:t>
            </w:r>
          </w:p>
        </w:tc>
      </w:tr>
      <w:tr w:rsidR="0085747A" w:rsidRPr="009C54AE" w14:paraId="5061037A" w14:textId="77777777" w:rsidTr="0050271C">
        <w:tc>
          <w:tcPr>
            <w:tcW w:w="2694" w:type="dxa"/>
            <w:vAlign w:val="center"/>
          </w:tcPr>
          <w:p w14:paraId="00FA5DF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F335BB" w14:textId="77777777" w:rsidR="0085747A" w:rsidRPr="009C54AE" w:rsidRDefault="007E1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14:paraId="2A8AFE57" w14:textId="77777777" w:rsidTr="0050271C">
        <w:tc>
          <w:tcPr>
            <w:tcW w:w="2694" w:type="dxa"/>
            <w:vAlign w:val="center"/>
          </w:tcPr>
          <w:p w14:paraId="34CF3BAC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30F746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14:paraId="2EBE2903" w14:textId="77777777" w:rsidTr="0050271C">
        <w:tc>
          <w:tcPr>
            <w:tcW w:w="2694" w:type="dxa"/>
            <w:vAlign w:val="center"/>
          </w:tcPr>
          <w:p w14:paraId="314C1524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D3CF22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0271C" w:rsidRPr="009C54AE" w14:paraId="688937E5" w14:textId="77777777" w:rsidTr="0050271C">
        <w:tc>
          <w:tcPr>
            <w:tcW w:w="2694" w:type="dxa"/>
            <w:vAlign w:val="center"/>
          </w:tcPr>
          <w:p w14:paraId="503833E0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2B05C6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0271C" w:rsidRPr="009C54AE" w14:paraId="1E33C1FC" w14:textId="77777777" w:rsidTr="0050271C">
        <w:tc>
          <w:tcPr>
            <w:tcW w:w="2694" w:type="dxa"/>
            <w:vAlign w:val="center"/>
          </w:tcPr>
          <w:p w14:paraId="73324A85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61B398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0271C" w:rsidRPr="009C54AE" w14:paraId="64430BF0" w14:textId="77777777" w:rsidTr="0050271C">
        <w:tc>
          <w:tcPr>
            <w:tcW w:w="2694" w:type="dxa"/>
            <w:vAlign w:val="center"/>
          </w:tcPr>
          <w:p w14:paraId="42A5AC73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591B0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0271C" w:rsidRPr="009C54AE" w14:paraId="7DA79A21" w14:textId="77777777" w:rsidTr="0050271C">
        <w:tc>
          <w:tcPr>
            <w:tcW w:w="2694" w:type="dxa"/>
            <w:vAlign w:val="center"/>
          </w:tcPr>
          <w:p w14:paraId="7B2DF1D1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A2D3E4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50271C" w:rsidRPr="009C54AE" w14:paraId="46C0DE7E" w14:textId="77777777" w:rsidTr="0050271C">
        <w:tc>
          <w:tcPr>
            <w:tcW w:w="2694" w:type="dxa"/>
            <w:vAlign w:val="center"/>
          </w:tcPr>
          <w:p w14:paraId="21D0EF0F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6FCAB8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0271C" w:rsidRPr="009C54AE" w14:paraId="1F8D17CE" w14:textId="77777777" w:rsidTr="0050271C">
        <w:tc>
          <w:tcPr>
            <w:tcW w:w="2694" w:type="dxa"/>
            <w:vAlign w:val="center"/>
          </w:tcPr>
          <w:p w14:paraId="702465F5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4E35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271C" w:rsidRPr="009C54AE" w14:paraId="039AC7EF" w14:textId="77777777" w:rsidTr="0050271C">
        <w:tc>
          <w:tcPr>
            <w:tcW w:w="2694" w:type="dxa"/>
            <w:vAlign w:val="center"/>
          </w:tcPr>
          <w:p w14:paraId="02D6F76E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DEF647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50271C" w:rsidRPr="009C54AE" w14:paraId="4F91DFA5" w14:textId="77777777" w:rsidTr="0050271C">
        <w:tc>
          <w:tcPr>
            <w:tcW w:w="2694" w:type="dxa"/>
            <w:vAlign w:val="center"/>
          </w:tcPr>
          <w:p w14:paraId="63F4C087" w14:textId="77777777"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8AEC23" w14:textId="77777777"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AC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14:paraId="2A3D8A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E87E3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3DB0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F74E31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7B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18B2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4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6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27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E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A6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8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5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6E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0E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AC2CC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0792" w14:textId="77777777"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6ABE" w14:textId="77777777" w:rsidR="00015B8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DA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E9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EE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C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4F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5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8A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6B99" w14:textId="77777777" w:rsidR="00015B8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0CB07C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4CF3" w14:textId="77777777"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E7E9" w14:textId="77777777" w:rsidR="0030395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A3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AF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A14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D7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A7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3B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7B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B278" w14:textId="77777777"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03AC" w:rsidRPr="009C54AE" w14:paraId="33DAFB5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1CAF" w14:textId="77777777"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5AD6" w14:textId="77777777"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A7D9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FD15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F2E3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4A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29E4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1220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5108" w14:textId="77777777"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7FF6" w14:textId="77777777"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2E87B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E0D52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E6055" w14:textId="77777777" w:rsidR="00AE03AC" w:rsidRPr="00887D69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EA27FEF" w14:textId="77777777" w:rsidR="00AE03AC" w:rsidRPr="009C54AE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12D2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67BE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B6BD622" w14:textId="77777777"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14:paraId="5302BD4D" w14:textId="77777777"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14:paraId="2B2522D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6733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46EC80A" w14:textId="77777777" w:rsidR="0050271C" w:rsidRPr="009C54AE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2CAFE" w14:textId="77777777" w:rsidTr="00745302">
        <w:tc>
          <w:tcPr>
            <w:tcW w:w="9670" w:type="dxa"/>
          </w:tcPr>
          <w:p w14:paraId="38FD1747" w14:textId="77777777"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EE26810" w14:textId="77777777" w:rsidR="0050271C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EF5F8" w14:textId="77777777" w:rsidR="0085747A" w:rsidRPr="00C05F44" w:rsidRDefault="00BD05F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EEF01D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73B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2DEA0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954531B" w14:textId="77777777" w:rsidTr="00923D7D">
        <w:tc>
          <w:tcPr>
            <w:tcW w:w="851" w:type="dxa"/>
            <w:vAlign w:val="center"/>
          </w:tcPr>
          <w:p w14:paraId="0A7733F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1100B1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14:paraId="6FBCB905" w14:textId="77777777" w:rsidTr="00923D7D">
        <w:tc>
          <w:tcPr>
            <w:tcW w:w="851" w:type="dxa"/>
            <w:vAlign w:val="center"/>
          </w:tcPr>
          <w:p w14:paraId="5304ED40" w14:textId="77777777"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0EA429" w14:textId="77777777"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14:paraId="0A56C48B" w14:textId="77777777" w:rsidTr="00923D7D">
        <w:tc>
          <w:tcPr>
            <w:tcW w:w="851" w:type="dxa"/>
            <w:vAlign w:val="center"/>
          </w:tcPr>
          <w:p w14:paraId="3612E609" w14:textId="77777777"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0FAC6F" w14:textId="77777777"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3DBEA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27692F" w14:textId="77777777" w:rsidR="00D935AE" w:rsidRPr="009C54AE" w:rsidRDefault="00D935AE" w:rsidP="00D935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DFB08B7" w14:textId="77777777" w:rsidR="00D935AE" w:rsidRPr="009C54AE" w:rsidRDefault="00D935AE" w:rsidP="00D935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D935AE" w:rsidRPr="009C54AE" w14:paraId="537716D5" w14:textId="77777777" w:rsidTr="00061B3C">
        <w:tc>
          <w:tcPr>
            <w:tcW w:w="1701" w:type="dxa"/>
            <w:vAlign w:val="center"/>
          </w:tcPr>
          <w:p w14:paraId="428A29C0" w14:textId="77777777"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07959" w14:textId="77777777"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EC39EC" w14:textId="77777777"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5AE" w:rsidRPr="009C54AE" w14:paraId="5F216419" w14:textId="77777777" w:rsidTr="00061B3C">
        <w:tc>
          <w:tcPr>
            <w:tcW w:w="1701" w:type="dxa"/>
          </w:tcPr>
          <w:p w14:paraId="1AB3CC36" w14:textId="77777777" w:rsidR="00D935AE" w:rsidRPr="009C54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EADFD7E" w14:textId="77777777" w:rsidR="00D935AE" w:rsidRPr="009C54AE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14:paraId="73E2CEB8" w14:textId="77777777" w:rsidR="00D935AE" w:rsidRPr="009C54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D935AE" w:rsidRPr="009C54AE" w14:paraId="5133AF58" w14:textId="77777777" w:rsidTr="00061B3C">
        <w:tc>
          <w:tcPr>
            <w:tcW w:w="1701" w:type="dxa"/>
          </w:tcPr>
          <w:p w14:paraId="1F0A0BA5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6D7662" w14:textId="77777777" w:rsidR="00D935AE" w:rsidRPr="009B7789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5636559" w14:textId="77777777" w:rsidR="00D935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935AE" w:rsidRPr="009C54AE" w14:paraId="6EF8633C" w14:textId="77777777" w:rsidTr="00061B3C">
        <w:tc>
          <w:tcPr>
            <w:tcW w:w="1701" w:type="dxa"/>
          </w:tcPr>
          <w:p w14:paraId="46DA9CA8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BB8C321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14:paraId="0A22AAA0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D935AE" w:rsidRPr="009C54AE" w14:paraId="595F8F37" w14:textId="77777777" w:rsidTr="00061B3C">
        <w:tc>
          <w:tcPr>
            <w:tcW w:w="1701" w:type="dxa"/>
          </w:tcPr>
          <w:p w14:paraId="4A03EDF5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CC9EE8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14:paraId="2BF8E80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06E9FB6F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935AE" w:rsidRPr="009C54AE" w14:paraId="5733256D" w14:textId="77777777" w:rsidTr="00061B3C">
        <w:tc>
          <w:tcPr>
            <w:tcW w:w="1701" w:type="dxa"/>
          </w:tcPr>
          <w:p w14:paraId="42060C2B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D0DA9A1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14:paraId="103187CB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35AE" w:rsidRPr="009C54AE" w14:paraId="7A80DE9D" w14:textId="77777777" w:rsidTr="00061B3C">
        <w:tc>
          <w:tcPr>
            <w:tcW w:w="1701" w:type="dxa"/>
          </w:tcPr>
          <w:p w14:paraId="602FA6A7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F194FA1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14:paraId="291089BD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D935AE" w:rsidRPr="009C54AE" w14:paraId="4AFCCAFE" w14:textId="77777777" w:rsidTr="00061B3C">
        <w:tc>
          <w:tcPr>
            <w:tcW w:w="1701" w:type="dxa"/>
          </w:tcPr>
          <w:p w14:paraId="3CE92DC3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88D6E13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14:paraId="44C4BFBF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D935AE" w:rsidRPr="009C54AE" w14:paraId="351DF12E" w14:textId="77777777" w:rsidTr="00061B3C">
        <w:tc>
          <w:tcPr>
            <w:tcW w:w="1701" w:type="dxa"/>
          </w:tcPr>
          <w:p w14:paraId="5F044C7C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2F7258F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14:paraId="1E68CA19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935AE" w:rsidRPr="009C54AE" w14:paraId="2395BF8D" w14:textId="77777777" w:rsidTr="00061B3C">
        <w:tc>
          <w:tcPr>
            <w:tcW w:w="1701" w:type="dxa"/>
          </w:tcPr>
          <w:p w14:paraId="58BA5238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7EF10662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14:paraId="7F8EC7D9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D935AE" w:rsidRPr="009C54AE" w14:paraId="51B18FA8" w14:textId="77777777" w:rsidTr="00061B3C">
        <w:tc>
          <w:tcPr>
            <w:tcW w:w="1701" w:type="dxa"/>
          </w:tcPr>
          <w:p w14:paraId="42E25778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04268DF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14:paraId="0EBDD110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230A0013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935AE" w:rsidRPr="009C54AE" w14:paraId="4DE24BCE" w14:textId="77777777" w:rsidTr="00061B3C">
        <w:tc>
          <w:tcPr>
            <w:tcW w:w="1701" w:type="dxa"/>
          </w:tcPr>
          <w:p w14:paraId="23E0F94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8C7B2B9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14:paraId="702010D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1932D356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935AE" w:rsidRPr="009C54AE" w14:paraId="6DFEC328" w14:textId="77777777" w:rsidTr="00061B3C">
        <w:tc>
          <w:tcPr>
            <w:tcW w:w="1701" w:type="dxa"/>
          </w:tcPr>
          <w:p w14:paraId="7D82F533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24059DCA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14:paraId="06831665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935AE" w:rsidRPr="009C54AE" w14:paraId="46EEF141" w14:textId="77777777" w:rsidTr="00061B3C">
        <w:tc>
          <w:tcPr>
            <w:tcW w:w="1701" w:type="dxa"/>
          </w:tcPr>
          <w:p w14:paraId="6191C4A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3031FC88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14:paraId="08B1BA49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254443EF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D935AE" w:rsidRPr="009C54AE" w14:paraId="69EA1AE0" w14:textId="77777777" w:rsidTr="00061B3C">
        <w:tc>
          <w:tcPr>
            <w:tcW w:w="1701" w:type="dxa"/>
          </w:tcPr>
          <w:p w14:paraId="57AA24C0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550C74C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14:paraId="76FA7783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01C7D2AE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935AE" w:rsidRPr="009C54AE" w14:paraId="41C66178" w14:textId="77777777" w:rsidTr="00061B3C">
        <w:tc>
          <w:tcPr>
            <w:tcW w:w="1701" w:type="dxa"/>
          </w:tcPr>
          <w:p w14:paraId="5515F00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45A5EF32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14:paraId="09D622EA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77062500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935AE" w:rsidRPr="009C54AE" w14:paraId="454AF58C" w14:textId="77777777" w:rsidTr="00061B3C">
        <w:tc>
          <w:tcPr>
            <w:tcW w:w="1701" w:type="dxa"/>
          </w:tcPr>
          <w:p w14:paraId="729604CB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0042D58A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14:paraId="1F06B0EE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EBE4ADD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935AE" w:rsidRPr="009C54AE" w14:paraId="5FCB0C63" w14:textId="77777777" w:rsidTr="00061B3C">
        <w:tc>
          <w:tcPr>
            <w:tcW w:w="1701" w:type="dxa"/>
          </w:tcPr>
          <w:p w14:paraId="67BADFF6" w14:textId="77777777"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072ED3FC" w14:textId="77777777"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14:paraId="2A872870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1E272BE1" w14:textId="77777777"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70D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CD2BE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197C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CC2C4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E07C19" w14:textId="77777777" w:rsidTr="00923D7D">
        <w:tc>
          <w:tcPr>
            <w:tcW w:w="9639" w:type="dxa"/>
          </w:tcPr>
          <w:p w14:paraId="43CC6236" w14:textId="77777777" w:rsidR="0085747A" w:rsidRPr="009952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9C54AE" w14:paraId="75FFA126" w14:textId="77777777" w:rsidTr="002A15A3">
        <w:tc>
          <w:tcPr>
            <w:tcW w:w="9639" w:type="dxa"/>
            <w:shd w:val="clear" w:color="auto" w:fill="auto"/>
          </w:tcPr>
          <w:p w14:paraId="490593B0" w14:textId="77777777" w:rsidR="008D2307" w:rsidRPr="0099520F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 w:rsidR="00966328" w:rsidRPr="0099520F">
              <w:rPr>
                <w:rFonts w:ascii="Corbel" w:hAnsi="Corbel" w:cs="Times-Roman"/>
                <w:sz w:val="24"/>
                <w:szCs w:val="24"/>
              </w:rPr>
              <w:t xml:space="preserve"> – 2</w:t>
            </w:r>
          </w:p>
        </w:tc>
      </w:tr>
      <w:tr w:rsidR="008D2307" w:rsidRPr="009C54AE" w14:paraId="3415C5A6" w14:textId="77777777" w:rsidTr="002A15A3">
        <w:tc>
          <w:tcPr>
            <w:tcW w:w="9639" w:type="dxa"/>
            <w:shd w:val="clear" w:color="auto" w:fill="auto"/>
          </w:tcPr>
          <w:p w14:paraId="6AD62351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14:paraId="038420C6" w14:textId="77777777" w:rsidTr="002A15A3">
        <w:tc>
          <w:tcPr>
            <w:tcW w:w="9639" w:type="dxa"/>
            <w:shd w:val="clear" w:color="auto" w:fill="auto"/>
          </w:tcPr>
          <w:p w14:paraId="424C4872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14:paraId="71235405" w14:textId="77777777" w:rsidTr="002A15A3">
        <w:tc>
          <w:tcPr>
            <w:tcW w:w="9639" w:type="dxa"/>
            <w:shd w:val="clear" w:color="auto" w:fill="auto"/>
          </w:tcPr>
          <w:p w14:paraId="7EE9F9DB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9C54AE" w14:paraId="0EF149B4" w14:textId="77777777" w:rsidTr="002A15A3">
        <w:tc>
          <w:tcPr>
            <w:tcW w:w="9639" w:type="dxa"/>
            <w:shd w:val="clear" w:color="auto" w:fill="auto"/>
          </w:tcPr>
          <w:p w14:paraId="735B419E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14:paraId="34F7BAF9" w14:textId="77777777" w:rsidTr="002A15A3">
        <w:tc>
          <w:tcPr>
            <w:tcW w:w="9639" w:type="dxa"/>
            <w:shd w:val="clear" w:color="auto" w:fill="auto"/>
          </w:tcPr>
          <w:p w14:paraId="59A5493E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- 12</w:t>
            </w:r>
          </w:p>
        </w:tc>
      </w:tr>
      <w:tr w:rsidR="008D2307" w:rsidRPr="009C54AE" w14:paraId="2C586433" w14:textId="77777777" w:rsidTr="002A15A3">
        <w:tc>
          <w:tcPr>
            <w:tcW w:w="9639" w:type="dxa"/>
            <w:shd w:val="clear" w:color="auto" w:fill="auto"/>
          </w:tcPr>
          <w:p w14:paraId="1ECCA811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9C54AE" w14:paraId="2B6FB257" w14:textId="77777777" w:rsidTr="002A15A3">
        <w:tc>
          <w:tcPr>
            <w:tcW w:w="9639" w:type="dxa"/>
            <w:shd w:val="clear" w:color="auto" w:fill="auto"/>
          </w:tcPr>
          <w:p w14:paraId="5608D211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D2307" w:rsidRPr="009C54AE" w14:paraId="26FB86A0" w14:textId="77777777" w:rsidTr="002A15A3">
        <w:tc>
          <w:tcPr>
            <w:tcW w:w="9639" w:type="dxa"/>
            <w:shd w:val="clear" w:color="auto" w:fill="auto"/>
          </w:tcPr>
          <w:p w14:paraId="7719771D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9C54AE" w14:paraId="364EB267" w14:textId="77777777" w:rsidTr="002A15A3">
        <w:tc>
          <w:tcPr>
            <w:tcW w:w="9639" w:type="dxa"/>
            <w:shd w:val="clear" w:color="auto" w:fill="auto"/>
          </w:tcPr>
          <w:p w14:paraId="1A6881F7" w14:textId="77777777"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terytorialny - 10</w:t>
            </w:r>
          </w:p>
        </w:tc>
      </w:tr>
      <w:tr w:rsidR="00966328" w:rsidRPr="006A6556" w14:paraId="3255BD6D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F2D0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966328" w:rsidRPr="006A6556" w14:paraId="1C6FAAAD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CA5A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 - 14</w:t>
            </w:r>
          </w:p>
        </w:tc>
      </w:tr>
      <w:tr w:rsidR="00966328" w:rsidRPr="006A6556" w14:paraId="4F1E0FAB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695F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966328" w:rsidRPr="006A6556" w14:paraId="2E2D8949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E8C4" w14:textId="77777777"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publiczne, partie polityczne - 4         </w:t>
            </w:r>
          </w:p>
        </w:tc>
      </w:tr>
      <w:tr w:rsidR="00966328" w:rsidRPr="006A6556" w14:paraId="104A7D7D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8672" w14:textId="77777777"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966328" w14:paraId="2A62A045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CF1F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966328" w14:paraId="58BF234F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3FE6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966328" w14:paraId="0747F21B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75DA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966328" w14:paraId="5262E806" w14:textId="77777777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BB57" w14:textId="77777777"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47F29" w:rsidRPr="009C54AE" w14:paraId="4711F2C3" w14:textId="77777777" w:rsidTr="002A15A3">
        <w:tc>
          <w:tcPr>
            <w:tcW w:w="9639" w:type="dxa"/>
            <w:shd w:val="clear" w:color="auto" w:fill="auto"/>
          </w:tcPr>
          <w:p w14:paraId="376C0BEA" w14:textId="77777777" w:rsidR="00547F29" w:rsidRPr="0099520F" w:rsidRDefault="00547F29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72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169B0C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2C963E" w14:textId="77777777" w:rsidR="0085747A" w:rsidRPr="00966328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8C9C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6EA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3E8C5" w14:textId="77777777" w:rsidR="0085747A" w:rsidRPr="0099520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9520F">
        <w:rPr>
          <w:rFonts w:ascii="Corbel" w:hAnsi="Corbel"/>
          <w:smallCaps w:val="0"/>
          <w:szCs w:val="24"/>
        </w:rPr>
        <w:t>Wykład:</w:t>
      </w:r>
      <w:r w:rsidRPr="0099520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99520F"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4AF580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5E94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8440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430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BD63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48B2D8" w14:textId="77777777" w:rsidTr="00C05F44">
        <w:tc>
          <w:tcPr>
            <w:tcW w:w="1985" w:type="dxa"/>
            <w:vAlign w:val="center"/>
          </w:tcPr>
          <w:p w14:paraId="719A289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15585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027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7EBEAA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9721E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FD5F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3DCCA7AC" w14:textId="77777777" w:rsidTr="00C05F44">
        <w:tc>
          <w:tcPr>
            <w:tcW w:w="1985" w:type="dxa"/>
          </w:tcPr>
          <w:p w14:paraId="6701C888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A76FA5C" w14:textId="77777777"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16F81A0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14:paraId="7C1EB789" w14:textId="77777777" w:rsidTr="00C05F44">
        <w:tc>
          <w:tcPr>
            <w:tcW w:w="1985" w:type="dxa"/>
          </w:tcPr>
          <w:p w14:paraId="6F495570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5F8F5D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C0BCF5B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14:paraId="71FD431B" w14:textId="77777777" w:rsidTr="00C05F44">
        <w:tc>
          <w:tcPr>
            <w:tcW w:w="1985" w:type="dxa"/>
          </w:tcPr>
          <w:p w14:paraId="41740F09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71A74F" w14:textId="77777777"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F2C4FC6" w14:textId="77777777"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14:paraId="17BB039B" w14:textId="77777777" w:rsidTr="00C05F44">
        <w:tc>
          <w:tcPr>
            <w:tcW w:w="1985" w:type="dxa"/>
          </w:tcPr>
          <w:p w14:paraId="1C045D65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E7FA575" w14:textId="77777777"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FB7B6E" w14:textId="77777777"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14:paraId="0D071F08" w14:textId="77777777" w:rsidTr="00C05F44">
        <w:tc>
          <w:tcPr>
            <w:tcW w:w="1985" w:type="dxa"/>
          </w:tcPr>
          <w:p w14:paraId="7C860036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BC30C95" w14:textId="77777777"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C6786F" w14:textId="77777777"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6792A77D" w14:textId="77777777" w:rsidTr="00C05F44">
        <w:tc>
          <w:tcPr>
            <w:tcW w:w="1985" w:type="dxa"/>
          </w:tcPr>
          <w:p w14:paraId="653E2E2D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D7E5E00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E8DDD3" w14:textId="77777777"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7DBA19E8" w14:textId="77777777" w:rsidTr="00C05F44">
        <w:tc>
          <w:tcPr>
            <w:tcW w:w="1985" w:type="dxa"/>
          </w:tcPr>
          <w:p w14:paraId="00305D53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A78F6BE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D9EBCB3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4C63398F" w14:textId="77777777" w:rsidTr="00C05F44">
        <w:tc>
          <w:tcPr>
            <w:tcW w:w="1985" w:type="dxa"/>
          </w:tcPr>
          <w:p w14:paraId="6780D549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4834309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F913A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4446350A" w14:textId="77777777" w:rsidTr="00C05F44">
        <w:tc>
          <w:tcPr>
            <w:tcW w:w="1985" w:type="dxa"/>
          </w:tcPr>
          <w:p w14:paraId="15A3F479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DE69169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653F9D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6E9A4582" w14:textId="77777777" w:rsidTr="00C05F44">
        <w:tc>
          <w:tcPr>
            <w:tcW w:w="1985" w:type="dxa"/>
          </w:tcPr>
          <w:p w14:paraId="546D93A7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528" w:type="dxa"/>
          </w:tcPr>
          <w:p w14:paraId="0AC65167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2D86D3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7A19726B" w14:textId="77777777" w:rsidTr="00C05F44">
        <w:tc>
          <w:tcPr>
            <w:tcW w:w="1985" w:type="dxa"/>
          </w:tcPr>
          <w:p w14:paraId="2F698BFB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7F2BEA7B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CF69C4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3A322AFA" w14:textId="77777777" w:rsidTr="00C05F44">
        <w:tc>
          <w:tcPr>
            <w:tcW w:w="1985" w:type="dxa"/>
          </w:tcPr>
          <w:p w14:paraId="3D477A7E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7A3304EB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50A0B6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0C4A8967" w14:textId="77777777" w:rsidTr="00C05F44">
        <w:tc>
          <w:tcPr>
            <w:tcW w:w="1985" w:type="dxa"/>
          </w:tcPr>
          <w:p w14:paraId="31A78FE3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0447D3DB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972A9C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2F2D5E1E" w14:textId="77777777" w:rsidTr="00C05F44">
        <w:tc>
          <w:tcPr>
            <w:tcW w:w="1985" w:type="dxa"/>
          </w:tcPr>
          <w:p w14:paraId="2285E905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06492BED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026E509" w14:textId="77777777"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14:paraId="06E9DFE9" w14:textId="77777777" w:rsidTr="00C05F44">
        <w:tc>
          <w:tcPr>
            <w:tcW w:w="1985" w:type="dxa"/>
          </w:tcPr>
          <w:p w14:paraId="7A806230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A43BB9B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3810001" w14:textId="77777777"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14:paraId="4328CD1D" w14:textId="77777777" w:rsidTr="00C05F44">
        <w:tc>
          <w:tcPr>
            <w:tcW w:w="1985" w:type="dxa"/>
          </w:tcPr>
          <w:p w14:paraId="553FB44D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07F4D2D4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648D539" w14:textId="77777777"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14:paraId="110DE244" w14:textId="77777777" w:rsidTr="00C05F44">
        <w:tc>
          <w:tcPr>
            <w:tcW w:w="1985" w:type="dxa"/>
          </w:tcPr>
          <w:p w14:paraId="0F51B079" w14:textId="77777777"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4BEBCAC1" w14:textId="77777777"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CE1BD1" w14:textId="77777777"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</w:tbl>
    <w:p w14:paraId="5CAE0D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BE2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6DCF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0D960E" w14:textId="77777777" w:rsidTr="00923D7D">
        <w:tc>
          <w:tcPr>
            <w:tcW w:w="9670" w:type="dxa"/>
          </w:tcPr>
          <w:p w14:paraId="4FAFCB0D" w14:textId="77777777"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724252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7259A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E55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67467906" w14:textId="77777777" w:rsidTr="0050271C">
        <w:tc>
          <w:tcPr>
            <w:tcW w:w="5274" w:type="dxa"/>
            <w:vAlign w:val="center"/>
          </w:tcPr>
          <w:p w14:paraId="7E82D6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7C79C9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0A30A" w14:textId="77777777" w:rsidTr="0050271C">
        <w:tc>
          <w:tcPr>
            <w:tcW w:w="5274" w:type="dxa"/>
          </w:tcPr>
          <w:p w14:paraId="159DC91A" w14:textId="77777777" w:rsidR="0085747A" w:rsidRPr="009C54AE" w:rsidRDefault="009952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6138AFD4" w14:textId="77777777" w:rsidR="003F52FF" w:rsidRPr="003F52FF" w:rsidRDefault="00966328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72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14:paraId="56BE397F" w14:textId="77777777" w:rsidR="0085747A" w:rsidRPr="009C54AE" w:rsidRDefault="008574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2EA59936" w14:textId="77777777" w:rsidTr="0050271C">
        <w:tc>
          <w:tcPr>
            <w:tcW w:w="5274" w:type="dxa"/>
          </w:tcPr>
          <w:p w14:paraId="456B91A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AC0418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C9FEF21" w14:textId="77777777"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99520F">
              <w:rPr>
                <w:rFonts w:ascii="Corbel" w:hAnsi="Corbel"/>
                <w:sz w:val="24"/>
                <w:szCs w:val="24"/>
              </w:rPr>
              <w:t xml:space="preserve"> egzaminie 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BD32D1B" w14:textId="77777777" w:rsidTr="0050271C">
        <w:tc>
          <w:tcPr>
            <w:tcW w:w="5274" w:type="dxa"/>
          </w:tcPr>
          <w:p w14:paraId="21F3666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ABBF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4DF768A" w14:textId="77777777"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>rzygotowanie do egzaminu: 130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9F1F791" w14:textId="77777777" w:rsidTr="0050271C">
        <w:tc>
          <w:tcPr>
            <w:tcW w:w="5274" w:type="dxa"/>
          </w:tcPr>
          <w:p w14:paraId="3F7615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01B7F5E" w14:textId="77777777" w:rsidR="0085747A" w:rsidRPr="009C54AE" w:rsidRDefault="0099520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14:paraId="12299855" w14:textId="77777777" w:rsidTr="0050271C">
        <w:tc>
          <w:tcPr>
            <w:tcW w:w="5274" w:type="dxa"/>
          </w:tcPr>
          <w:p w14:paraId="42B334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001DA88" w14:textId="77777777"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0C5B15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316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78E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9520F">
        <w:rPr>
          <w:rFonts w:ascii="Corbel" w:hAnsi="Corbel"/>
          <w:smallCaps w:val="0"/>
          <w:szCs w:val="24"/>
        </w:rPr>
        <w:t>DOWE W RAMACH PRZEDMIOTU</w:t>
      </w:r>
    </w:p>
    <w:p w14:paraId="385735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14:paraId="64EB7BAA" w14:textId="77777777" w:rsidTr="0050271C">
        <w:trPr>
          <w:trHeight w:val="397"/>
        </w:trPr>
        <w:tc>
          <w:tcPr>
            <w:tcW w:w="3544" w:type="dxa"/>
          </w:tcPr>
          <w:p w14:paraId="04B4524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14C50207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5CC86A28" w14:textId="77777777" w:rsidTr="0050271C">
        <w:trPr>
          <w:trHeight w:val="397"/>
        </w:trPr>
        <w:tc>
          <w:tcPr>
            <w:tcW w:w="3544" w:type="dxa"/>
          </w:tcPr>
          <w:p w14:paraId="38F420A5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08952566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9D71E7" w14:textId="77777777" w:rsidR="0050271C" w:rsidRDefault="0050271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75794" w14:textId="77777777" w:rsidR="0085747A" w:rsidRPr="009C54AE" w:rsidRDefault="0050271C" w:rsidP="00502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4E5786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1"/>
      </w:tblGrid>
      <w:tr w:rsidR="0085747A" w:rsidRPr="009C54AE" w14:paraId="56BDFF13" w14:textId="77777777" w:rsidTr="0050271C">
        <w:trPr>
          <w:trHeight w:val="397"/>
        </w:trPr>
        <w:tc>
          <w:tcPr>
            <w:tcW w:w="9561" w:type="dxa"/>
          </w:tcPr>
          <w:p w14:paraId="0EC19721" w14:textId="77777777"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CF791F" w14:textId="77777777"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667394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 xml:space="preserve">nictwo </w:t>
            </w:r>
            <w:proofErr w:type="spellStart"/>
            <w:r>
              <w:rPr>
                <w:rFonts w:ascii="Corbel" w:eastAsia="Cambria" w:hAnsi="Corbel"/>
              </w:rPr>
              <w:t>LexisNexis</w:t>
            </w:r>
            <w:proofErr w:type="spellEnd"/>
            <w:r>
              <w:rPr>
                <w:rFonts w:ascii="Corbel" w:eastAsia="Cambria" w:hAnsi="Corbel"/>
              </w:rPr>
              <w:t>, Warszawa 2015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2A6CBC06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</w:t>
            </w:r>
            <w:r w:rsidRPr="001A5746">
              <w:rPr>
                <w:rFonts w:ascii="Corbel" w:eastAsia="Cambria" w:hAnsi="Corbel"/>
              </w:rPr>
              <w:t>Wolters Kluwer Polska</w:t>
            </w:r>
            <w:r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2876020E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52399EB0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0789AA58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4758B4BB" w14:textId="77777777"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311A3DB4" w14:textId="77777777"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CFE1A" w14:textId="77777777" w:rsidTr="0050271C">
        <w:trPr>
          <w:trHeight w:val="397"/>
        </w:trPr>
        <w:tc>
          <w:tcPr>
            <w:tcW w:w="9561" w:type="dxa"/>
          </w:tcPr>
          <w:p w14:paraId="51EF7031" w14:textId="77777777"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AFDE0B" w14:textId="77777777"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E62876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Jagielski, Kontrola administracji publicznej, Wyd.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LexisNexis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Warszawa 2007, </w:t>
            </w:r>
          </w:p>
          <w:p w14:paraId="0AAAEFE4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Fundowicz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Decentralizacja administracji publicznej w Polsce, Lublin 2005,</w:t>
            </w:r>
          </w:p>
          <w:p w14:paraId="5AC1BA12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Samorząd terytorialny, Wolters Kluwer 2019,</w:t>
            </w:r>
          </w:p>
          <w:p w14:paraId="550C1FE0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Instytucje prawa administracyjnego. Zarys części ogólnej. Reprint, Zakamycze 2003,</w:t>
            </w:r>
          </w:p>
          <w:p w14:paraId="4D2FBE53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T. Bąkowski, Administracyjnoprawna sytuacja jednostki w świetle zasady pomocniczości, Wolters Kluwer 2007,</w:t>
            </w:r>
          </w:p>
          <w:p w14:paraId="3BA549D9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Zimmermann (red.), Koncepcja systemu prawa administracyjnego, Wolters Kluwer 2007,</w:t>
            </w:r>
          </w:p>
          <w:p w14:paraId="4F0EDF8D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Jagielski, M. Wierzbowski, Prawo administracyjne dziś i jutro, Wolters Kluwer Polska 2018,</w:t>
            </w:r>
          </w:p>
          <w:p w14:paraId="08A2F646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Korczak (red.), Prawo CCCXXVII. Sto lat polskiej administracji publicznej, 2019.</w:t>
            </w:r>
          </w:p>
          <w:p w14:paraId="6ECE8AEF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B. Jaworska-Dębska, 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M. Kasiński, E. Olejniczak-Szałowska, R. Michalska-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Badziak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P. Korzeniowski, O prawie administracyjnym i administracji. Refleksje. Księga jubileuszowa dedykowana Profesor Małgorzacie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2016,</w:t>
            </w:r>
          </w:p>
          <w:p w14:paraId="04B4D2D0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Aktualne problemy funkcjonowania samorządu terytorialnego, Rzeszów-Sandomierz 2017,</w:t>
            </w:r>
          </w:p>
          <w:p w14:paraId="28081CE7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Blicharz, L. Zacharko (red.) Administracja. Prawo administracyjne. Część ogólna, Katowice 2018,</w:t>
            </w:r>
          </w:p>
          <w:p w14:paraId="5A498B41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Hauser, Z. Niewiadomski, A. Wróbel (red.), System Prawa Administracyjnego, Tom 1-12 Warszawa 2010-2019,</w:t>
            </w:r>
          </w:p>
          <w:p w14:paraId="52702570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Źródła prawa w samorządzie terytorialnym, Wolters Kluwer 2018,</w:t>
            </w:r>
          </w:p>
          <w:p w14:paraId="335917F3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Budzisz, B. Jaworska-Dębska, E. Olejniczak-Szałowska (red.), Decentralizacja i centralizacja administracji publicznej. Współczesny wymiar w teorii i praktyce, Wolters Kluwer 2019,</w:t>
            </w:r>
          </w:p>
          <w:p w14:paraId="7BF88C15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Dyląg, Przekształcenie samodzielnego publicznego zakładu opieki zdrowotnej jako forma prywatyzacji zadań publicznych, 2014,</w:t>
            </w:r>
          </w:p>
          <w:p w14:paraId="0922F46C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P. Kledzik, Prawne uwarunkowania stwierdzenia nieważności decyzji w ogólnym postępowaniu administracyjnym, PRESSCOM 2018,</w:t>
            </w:r>
          </w:p>
          <w:p w14:paraId="1D079134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465A33AF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0D7D9878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imprez masowych, Rzeszów 2012,</w:t>
            </w:r>
          </w:p>
          <w:p w14:paraId="264EE98B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publicznej w Polsce, Rzeszów 2016.</w:t>
            </w:r>
          </w:p>
          <w:p w14:paraId="3C624AF2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wewnętrzne państwa, Rzeszów 2015,</w:t>
            </w:r>
          </w:p>
          <w:p w14:paraId="21E1EA67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Zagadnienia bezpieczeństwa i porządku publicznego w jednostkach samorządu terytorialnego, Rzeszów 2018,</w:t>
            </w:r>
          </w:p>
          <w:p w14:paraId="72EA25A4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Jednostka wobec działań administracji publicznej, Rzeszów 2016.</w:t>
            </w:r>
          </w:p>
          <w:p w14:paraId="1BB2F593" w14:textId="77777777"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B. Jaworska-Dębska, E. Olejniczak-Szałowska, M.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Prawo administracyjne materialne, Warszawa 2016.</w:t>
            </w:r>
          </w:p>
          <w:p w14:paraId="3B83B895" w14:textId="77777777" w:rsidR="00BE4374" w:rsidRPr="00835A90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4717C2">
              <w:rPr>
                <w:rFonts w:eastAsia="Cambria" w:cs="Times-Roman"/>
                <w:lang w:eastAsia="pl-PL"/>
              </w:rPr>
              <w:t>J. Stelmasiak, M. Zdyb, Prawo administracyjne. Część ogólna, ustrojowe prawo administracyjne, wybrane zagadnienia materialnego prawa administracyjnego, Wolters Kluwer, Warszawa 2020.</w:t>
            </w:r>
          </w:p>
        </w:tc>
      </w:tr>
    </w:tbl>
    <w:p w14:paraId="6FBCFA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CE6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7334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0271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6CD7" w14:textId="77777777" w:rsidR="00B541BB" w:rsidRDefault="00B541BB" w:rsidP="00C16ABF">
      <w:pPr>
        <w:spacing w:after="0" w:line="240" w:lineRule="auto"/>
      </w:pPr>
      <w:r>
        <w:separator/>
      </w:r>
    </w:p>
  </w:endnote>
  <w:endnote w:type="continuationSeparator" w:id="0">
    <w:p w14:paraId="2010629E" w14:textId="77777777" w:rsidR="00B541BB" w:rsidRDefault="00B541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9D0C" w14:textId="77777777" w:rsidR="00B541BB" w:rsidRDefault="00B541BB" w:rsidP="00C16ABF">
      <w:pPr>
        <w:spacing w:after="0" w:line="240" w:lineRule="auto"/>
      </w:pPr>
      <w:r>
        <w:separator/>
      </w:r>
    </w:p>
  </w:footnote>
  <w:footnote w:type="continuationSeparator" w:id="0">
    <w:p w14:paraId="4AFD89E7" w14:textId="77777777" w:rsidR="00B541BB" w:rsidRDefault="00B541BB" w:rsidP="00C16ABF">
      <w:pPr>
        <w:spacing w:after="0" w:line="240" w:lineRule="auto"/>
      </w:pPr>
      <w:r>
        <w:continuationSeparator/>
      </w:r>
    </w:p>
  </w:footnote>
  <w:footnote w:id="1">
    <w:p w14:paraId="26FB1BDF" w14:textId="77777777" w:rsidR="00D935AE" w:rsidRDefault="00D935AE" w:rsidP="00D935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0632516">
    <w:abstractNumId w:val="0"/>
  </w:num>
  <w:num w:numId="2" w16cid:durableId="1833570741">
    <w:abstractNumId w:val="1"/>
  </w:num>
  <w:num w:numId="3" w16cid:durableId="1607275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E78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8087A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7C2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271C"/>
    <w:rsid w:val="0050496F"/>
    <w:rsid w:val="00505BAC"/>
    <w:rsid w:val="00507EF0"/>
    <w:rsid w:val="00513B6F"/>
    <w:rsid w:val="00517C63"/>
    <w:rsid w:val="005363C4"/>
    <w:rsid w:val="00536760"/>
    <w:rsid w:val="00536BDE"/>
    <w:rsid w:val="00543ACC"/>
    <w:rsid w:val="00547F29"/>
    <w:rsid w:val="0056696D"/>
    <w:rsid w:val="00571B4C"/>
    <w:rsid w:val="0059484D"/>
    <w:rsid w:val="005A0855"/>
    <w:rsid w:val="005A3196"/>
    <w:rsid w:val="005B220B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03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E25"/>
    <w:rsid w:val="007C3299"/>
    <w:rsid w:val="007C3BCC"/>
    <w:rsid w:val="007C4546"/>
    <w:rsid w:val="007D6E56"/>
    <w:rsid w:val="007E15F8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28"/>
    <w:rsid w:val="00983469"/>
    <w:rsid w:val="0099520F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168B0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03A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42"/>
    <w:rsid w:val="00B43B77"/>
    <w:rsid w:val="00B43E80"/>
    <w:rsid w:val="00B50D95"/>
    <w:rsid w:val="00B541BB"/>
    <w:rsid w:val="00B607DB"/>
    <w:rsid w:val="00B66529"/>
    <w:rsid w:val="00B75946"/>
    <w:rsid w:val="00B8056E"/>
    <w:rsid w:val="00B819C8"/>
    <w:rsid w:val="00B82308"/>
    <w:rsid w:val="00B90885"/>
    <w:rsid w:val="00BB520A"/>
    <w:rsid w:val="00BD05F7"/>
    <w:rsid w:val="00BD3869"/>
    <w:rsid w:val="00BD66E9"/>
    <w:rsid w:val="00BD6FF4"/>
    <w:rsid w:val="00BE43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0A68"/>
    <w:rsid w:val="00D8678B"/>
    <w:rsid w:val="00D935AE"/>
    <w:rsid w:val="00DA2114"/>
    <w:rsid w:val="00DE09C0"/>
    <w:rsid w:val="00DE1049"/>
    <w:rsid w:val="00DE4A14"/>
    <w:rsid w:val="00DF320D"/>
    <w:rsid w:val="00DF71C8"/>
    <w:rsid w:val="00E129B8"/>
    <w:rsid w:val="00E214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090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5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E8ED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8057-4777-4628-9B69-C07B3A75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1944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2021-03-30T11:53:00Z</dcterms:created>
  <dcterms:modified xsi:type="dcterms:W3CDTF">2023-12-04T10:10:00Z</dcterms:modified>
</cp:coreProperties>
</file>